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80418683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507634A" w:rsidR="00053988" w:rsidRPr="009D2C37" w:rsidRDefault="000833AB" w:rsidP="001B14F0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1B14F0">
              <w:rPr>
                <w:b/>
                <w:bCs/>
                <w:lang w:val="en-US"/>
              </w:rPr>
              <w:t>6</w:t>
            </w:r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4D271657" w:rsidR="00053988" w:rsidRPr="009D2C37" w:rsidRDefault="00BB153E" w:rsidP="00515D95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>
              <w:rPr>
                <w:lang w:val="ru-RU"/>
              </w:rPr>
              <w:t>6.07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22F7D1AB" w:rsidR="00053988" w:rsidRPr="009D2C37" w:rsidRDefault="00E954EA" w:rsidP="00417466">
            <w:pPr>
              <w:rPr>
                <w:lang w:val="en-GB"/>
              </w:rPr>
            </w:pPr>
            <w:r w:rsidRPr="009D2C37">
              <w:rPr>
                <w:lang w:val="en-GB"/>
              </w:rPr>
              <w:t>28.</w:t>
            </w:r>
            <w:r w:rsidRPr="009D2C37">
              <w:rPr>
                <w:lang w:val="uz-Cyrl-UZ"/>
              </w:rPr>
              <w:t>0</w:t>
            </w:r>
            <w:r w:rsidR="00BB153E">
              <w:rPr>
                <w:lang w:val="uz-Cyrl-UZ"/>
              </w:rPr>
              <w:t>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BC7920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</w:t>
            </w:r>
            <w:proofErr w:type="gramStart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</w:t>
            </w:r>
            <w:proofErr w:type="gramEnd"/>
            <w:r w:rsidR="00E026CB" w:rsidRPr="009D2C37">
              <w:rPr>
                <w:sz w:val="20"/>
                <w:szCs w:val="20"/>
                <w:lang w:val="en-US"/>
              </w:rPr>
              <w:t xml:space="preserve">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Hyperlink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BC7920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BC7920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BC7920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BC7920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C7920">
              <w:rPr>
                <w:bCs/>
                <w:sz w:val="20"/>
                <w:szCs w:val="20"/>
                <w:lang w:val="en-US"/>
              </w:rPr>
              <w:t>district,  Novaya</w:t>
            </w:r>
            <w:proofErr w:type="gramEnd"/>
            <w:r w:rsidRPr="00BC7920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7920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BC7920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7920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BC7920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BE89A34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E34B7D">
              <w:rPr>
                <w:sz w:val="20"/>
                <w:szCs w:val="20"/>
                <w:lang w:val="en-GB"/>
              </w:rPr>
              <w:t>28</w:t>
            </w:r>
            <w:r w:rsidR="00CA08F7" w:rsidRPr="009D2C37">
              <w:rPr>
                <w:sz w:val="20"/>
                <w:szCs w:val="20"/>
                <w:lang w:val="en-GB"/>
              </w:rPr>
              <w:t>.</w:t>
            </w:r>
            <w:r w:rsidR="00E34B7D">
              <w:rPr>
                <w:sz w:val="20"/>
                <w:szCs w:val="20"/>
                <w:lang w:val="ru-RU"/>
              </w:rPr>
              <w:t>07.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315B351" w:rsidR="00CF0C2E" w:rsidRPr="009D2C37" w:rsidRDefault="00E954EA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28</w:t>
            </w:r>
            <w:r w:rsidR="00C95FAD" w:rsidRPr="009D2C37">
              <w:rPr>
                <w:sz w:val="20"/>
                <w:szCs w:val="20"/>
                <w:lang w:val="en-US"/>
              </w:rPr>
              <w:t>.0</w:t>
            </w:r>
            <w:r w:rsidR="00E34B7D">
              <w:rPr>
                <w:sz w:val="20"/>
                <w:szCs w:val="20"/>
                <w:lang w:val="ru-RU"/>
              </w:rPr>
              <w:t>7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757BDA6B" w:rsidR="00CF0C2E" w:rsidRPr="009D2C37" w:rsidRDefault="00E34B7D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E34B7D">
              <w:rPr>
                <w:sz w:val="20"/>
                <w:szCs w:val="20"/>
              </w:rPr>
              <w:t>6511934203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679A42C0" w:rsidR="00CF0C2E" w:rsidRPr="009D2C37" w:rsidRDefault="00E34B7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E34B7D">
              <w:rPr>
                <w:sz w:val="20"/>
                <w:szCs w:val="20"/>
              </w:rPr>
              <w:t>LZYTMGEF3P1003865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222F4AF3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proofErr w:type="spellStart"/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1BA83D72" w:rsidR="00CF0C2E" w:rsidRPr="009D2C37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28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</w:t>
            </w:r>
            <w:r w:rsidR="00E34B7D">
              <w:rPr>
                <w:b/>
                <w:sz w:val="20"/>
                <w:szCs w:val="20"/>
                <w:lang w:val="ru-RU"/>
              </w:rPr>
              <w:t>7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070D2356" w:rsidR="00CF0C2E" w:rsidRPr="009D2C37" w:rsidRDefault="00E34B7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39332</w:t>
            </w:r>
          </w:p>
        </w:tc>
      </w:tr>
      <w:tr w:rsidR="00CF0C2E" w:rsidRPr="00BC7920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BC7920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BC7920">
              <w:rPr>
                <w:b/>
                <w:bCs/>
                <w:sz w:val="20"/>
                <w:szCs w:val="20"/>
                <w:lang w:val="en-US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BB153E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675B4585" w:rsidR="008C5B3D" w:rsidRPr="00E34B7D" w:rsidRDefault="00E34B7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16:00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2C9CF432" w:rsidR="008C5B3D" w:rsidRPr="00E34B7D" w:rsidRDefault="00E34B7D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39332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612EFCF" w:rsidR="008C5B3D" w:rsidRPr="009D2C37" w:rsidRDefault="00E34B7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07.07.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0E50BC24" w:rsidR="007368B4" w:rsidRPr="00BC7920" w:rsidRDefault="00BC7920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BC7920">
              <w:rPr>
                <w:b/>
                <w:bCs/>
                <w:sz w:val="20"/>
                <w:szCs w:val="20"/>
                <w:lang w:val="en-GB"/>
              </w:rPr>
              <w:t>P0989 active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579449B8" w:rsidR="00DB257A" w:rsidRPr="00E34B7D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BC7920">
        <w:rPr>
          <w:lang w:val="en-US"/>
        </w:rPr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E34B7D" w:rsidRPr="00BC7920">
        <w:rPr>
          <w:lang w:val="en-US"/>
        </w:rPr>
        <w:t xml:space="preserve"> </w:t>
      </w:r>
      <w:r w:rsidR="00E34B7D" w:rsidRPr="00E34B7D">
        <w:rPr>
          <w:b/>
          <w:sz w:val="20"/>
          <w:szCs w:val="20"/>
          <w:lang w:val="en-US"/>
        </w:rPr>
        <w:t>Automatic transmission diagnostics (removal and installation of the sensor on 2 buses).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3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3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B781281" w:rsidR="00715B9A" w:rsidRPr="00E34B7D" w:rsidRDefault="00E34B7D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00095106</w:t>
            </w:r>
          </w:p>
        </w:tc>
        <w:tc>
          <w:tcPr>
            <w:tcW w:w="5132" w:type="dxa"/>
            <w:shd w:val="clear" w:color="auto" w:fill="auto"/>
          </w:tcPr>
          <w:p w14:paraId="7010883A" w14:textId="4EBFB05B" w:rsidR="00715B9A" w:rsidRPr="00E34B7D" w:rsidRDefault="00E34B7D" w:rsidP="00965D03">
            <w:pPr>
              <w:rPr>
                <w:sz w:val="20"/>
                <w:szCs w:val="20"/>
                <w:lang w:val="en-US"/>
              </w:rPr>
            </w:pPr>
            <w:r w:rsidRPr="00E34B7D">
              <w:rPr>
                <w:sz w:val="20"/>
                <w:szCs w:val="20"/>
                <w:lang w:val="en-US"/>
              </w:rPr>
              <w:t>Replacement of the retarder temperature sensor</w:t>
            </w:r>
          </w:p>
        </w:tc>
        <w:tc>
          <w:tcPr>
            <w:tcW w:w="1134" w:type="dxa"/>
            <w:shd w:val="clear" w:color="auto" w:fill="auto"/>
          </w:tcPr>
          <w:p w14:paraId="4546FB9A" w14:textId="0E823C7B" w:rsidR="00715B9A" w:rsidRPr="009D2C37" w:rsidRDefault="00B25059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05" w:type="dxa"/>
            <w:shd w:val="clear" w:color="auto" w:fill="auto"/>
          </w:tcPr>
          <w:p w14:paraId="4F2F1764" w14:textId="6B8374A1" w:rsidR="00715B9A" w:rsidRPr="00E34B7D" w:rsidRDefault="00E34B7D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1,2</w:t>
            </w:r>
          </w:p>
        </w:tc>
        <w:tc>
          <w:tcPr>
            <w:tcW w:w="1418" w:type="dxa"/>
          </w:tcPr>
          <w:p w14:paraId="7C1B9A3B" w14:textId="68B1F0AF" w:rsidR="00715B9A" w:rsidRPr="00E34B7D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B25059">
              <w:rPr>
                <w:sz w:val="20"/>
                <w:szCs w:val="20"/>
                <w:lang w:val="ru-RU"/>
              </w:rPr>
              <w:t>43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7AFF25E9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</w:t>
            </w:r>
            <w:r w:rsidR="00E34B7D">
              <w:rPr>
                <w:sz w:val="20"/>
                <w:szCs w:val="20"/>
                <w:lang w:val="ru-RU"/>
              </w:rPr>
              <w:t>,</w:t>
            </w:r>
            <w:r w:rsidRPr="009D2C3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Standard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Part Desc</w:t>
            </w:r>
            <w:proofErr w:type="spellStart"/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Standard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Gross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3975822">
    <w:abstractNumId w:val="7"/>
  </w:num>
  <w:num w:numId="2" w16cid:durableId="2127194186">
    <w:abstractNumId w:val="2"/>
  </w:num>
  <w:num w:numId="3" w16cid:durableId="1577476075">
    <w:abstractNumId w:val="1"/>
  </w:num>
  <w:num w:numId="4" w16cid:durableId="311061688">
    <w:abstractNumId w:val="0"/>
  </w:num>
  <w:num w:numId="5" w16cid:durableId="1457717953">
    <w:abstractNumId w:val="6"/>
  </w:num>
  <w:num w:numId="6" w16cid:durableId="1669744756">
    <w:abstractNumId w:val="3"/>
  </w:num>
  <w:num w:numId="7" w16cid:durableId="1292436730">
    <w:abstractNumId w:val="5"/>
  </w:num>
  <w:num w:numId="8" w16cid:durableId="1937858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4F0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25059"/>
    <w:rsid w:val="00B53A39"/>
    <w:rsid w:val="00B72E22"/>
    <w:rsid w:val="00B808E9"/>
    <w:rsid w:val="00B876A2"/>
    <w:rsid w:val="00B926F6"/>
    <w:rsid w:val="00BB153E"/>
    <w:rsid w:val="00BB1F03"/>
    <w:rsid w:val="00BC7920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60371"/>
    <w:rsid w:val="00DB257A"/>
    <w:rsid w:val="00DD4416"/>
    <w:rsid w:val="00DE46D0"/>
    <w:rsid w:val="00E026CB"/>
    <w:rsid w:val="00E2222D"/>
    <w:rsid w:val="00E34B7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B1E9-BA71-46D0-9A00-54AD2E12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371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2704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13</cp:revision>
  <dcterms:created xsi:type="dcterms:W3CDTF">2023-10-17T07:54:00Z</dcterms:created>
  <dcterms:modified xsi:type="dcterms:W3CDTF">2024-06-20T17:58:00Z</dcterms:modified>
</cp:coreProperties>
</file>